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46" w:rsidRDefault="008124E2" w:rsidP="00BF0AC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03296" behindDoc="1" locked="0" layoutInCell="1" allowOverlap="1" wp14:anchorId="47273255" wp14:editId="45C2CF07">
            <wp:simplePos x="0" y="0"/>
            <wp:positionH relativeFrom="column">
              <wp:posOffset>-525780</wp:posOffset>
            </wp:positionH>
            <wp:positionV relativeFrom="paragraph">
              <wp:posOffset>-662940</wp:posOffset>
            </wp:positionV>
            <wp:extent cx="1771650" cy="1771650"/>
            <wp:effectExtent l="0" t="0" r="0" b="0"/>
            <wp:wrapNone/>
            <wp:docPr id="49" name="Picture 49" descr="C:\Users\tstelmac\AppData\Local\Microsoft\Windows\Temporary Internet Files\Content.IE5\RH0UDT09\MC9004404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telmac\AppData\Local\Microsoft\Windows\Temporary Internet Files\Content.IE5\RH0UDT09\MC900440405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6C0FA5" wp14:editId="55A0E630">
                <wp:simplePos x="0" y="0"/>
                <wp:positionH relativeFrom="column">
                  <wp:posOffset>5038725</wp:posOffset>
                </wp:positionH>
                <wp:positionV relativeFrom="paragraph">
                  <wp:posOffset>3063240</wp:posOffset>
                </wp:positionV>
                <wp:extent cx="493395" cy="0"/>
                <wp:effectExtent l="0" t="76200" r="20955" b="15240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3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9" o:spid="_x0000_s1026" type="#_x0000_t32" style="position:absolute;margin-left:396.75pt;margin-top:241.2pt;width:38.8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AB9096" wp14:editId="08D69978">
                <wp:simplePos x="0" y="0"/>
                <wp:positionH relativeFrom="column">
                  <wp:posOffset>5085080</wp:posOffset>
                </wp:positionH>
                <wp:positionV relativeFrom="paragraph">
                  <wp:posOffset>3314700</wp:posOffset>
                </wp:positionV>
                <wp:extent cx="516255" cy="194310"/>
                <wp:effectExtent l="38100" t="57150" r="0" b="9144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255" cy="1943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8" o:spid="_x0000_s1026" type="#_x0000_t32" style="position:absolute;margin-left:400.4pt;margin-top:261pt;width:40.65pt;height:15.3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CA554E" wp14:editId="0C375A78">
                <wp:simplePos x="0" y="0"/>
                <wp:positionH relativeFrom="column">
                  <wp:posOffset>2663190</wp:posOffset>
                </wp:positionH>
                <wp:positionV relativeFrom="paragraph">
                  <wp:posOffset>3246120</wp:posOffset>
                </wp:positionV>
                <wp:extent cx="2480310" cy="514350"/>
                <wp:effectExtent l="38100" t="19050" r="53340" b="95250"/>
                <wp:wrapNone/>
                <wp:docPr id="57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0310" cy="514350"/>
                        </a:xfrm>
                        <a:custGeom>
                          <a:avLst/>
                          <a:gdLst>
                            <a:gd name="connsiteX0" fmla="*/ 0 w 2571750"/>
                            <a:gd name="connsiteY0" fmla="*/ 0 h 613413"/>
                            <a:gd name="connsiteX1" fmla="*/ 1360170 w 2571750"/>
                            <a:gd name="connsiteY1" fmla="*/ 605790 h 613413"/>
                            <a:gd name="connsiteX2" fmla="*/ 2571750 w 2571750"/>
                            <a:gd name="connsiteY2" fmla="*/ 285750 h 6134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571750" h="613413">
                              <a:moveTo>
                                <a:pt x="0" y="0"/>
                              </a:moveTo>
                              <a:cubicBezTo>
                                <a:pt x="465772" y="279082"/>
                                <a:pt x="931545" y="558165"/>
                                <a:pt x="1360170" y="605790"/>
                              </a:cubicBezTo>
                              <a:cubicBezTo>
                                <a:pt x="1788795" y="653415"/>
                                <a:pt x="2180272" y="469582"/>
                                <a:pt x="2571750" y="28575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57" o:spid="_x0000_s1026" style="position:absolute;margin-left:209.7pt;margin-top:255.6pt;width:195.3pt;height:4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1750,613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" path="m,c465772,279082,931545,558165,1360170,605790v428625,47625,820102,-136208,1211580,-320040e" filled="f" strokecolor="black [3200]" strokeweight="2pt">
                <v:shadow on="t" color="black" opacity="24903f" origin=",.5" offset="0,.55556mm"/>
                <v:path arrowok="t" o:connecttype="custom" o:connectlocs="0,0;1311808,507958;2480310,239603" o:connectangles="0,0,0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2966BDC" wp14:editId="1FB4AE97">
                <wp:simplePos x="0" y="0"/>
                <wp:positionH relativeFrom="column">
                  <wp:posOffset>3314700</wp:posOffset>
                </wp:positionH>
                <wp:positionV relativeFrom="paragraph">
                  <wp:posOffset>1668780</wp:posOffset>
                </wp:positionV>
                <wp:extent cx="2320290" cy="1234440"/>
                <wp:effectExtent l="38100" t="38100" r="60960" b="8001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20290" cy="1234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5" o:spid="_x0000_s1026" type="#_x0000_t32" style="position:absolute;margin-left:261pt;margin-top:131.4pt;width:182.7pt;height:97.2pt;flip:x 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19A9E42" wp14:editId="53B64E26">
                <wp:simplePos x="0" y="0"/>
                <wp:positionH relativeFrom="column">
                  <wp:posOffset>3097530</wp:posOffset>
                </wp:positionH>
                <wp:positionV relativeFrom="paragraph">
                  <wp:posOffset>1897380</wp:posOffset>
                </wp:positionV>
                <wp:extent cx="457200" cy="742950"/>
                <wp:effectExtent l="57150" t="38100" r="76200" b="76200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742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4" o:spid="_x0000_s1026" type="#_x0000_t32" style="position:absolute;margin-left:243.9pt;margin-top:149.4pt;width:36pt;height:58.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E0F188" wp14:editId="379EAD32">
                <wp:simplePos x="0" y="0"/>
                <wp:positionH relativeFrom="column">
                  <wp:posOffset>2114550</wp:posOffset>
                </wp:positionH>
                <wp:positionV relativeFrom="paragraph">
                  <wp:posOffset>1897380</wp:posOffset>
                </wp:positionV>
                <wp:extent cx="2594610" cy="468630"/>
                <wp:effectExtent l="38100" t="76200" r="72390" b="8382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94610" cy="4686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3" o:spid="_x0000_s1026" type="#_x0000_t32" style="position:absolute;margin-left:166.5pt;margin-top:149.4pt;width:204.3pt;height:36.9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67393E" wp14:editId="5C0BF6CF">
                <wp:simplePos x="0" y="0"/>
                <wp:positionH relativeFrom="column">
                  <wp:posOffset>4629150</wp:posOffset>
                </wp:positionH>
                <wp:positionV relativeFrom="paragraph">
                  <wp:posOffset>2114550</wp:posOffset>
                </wp:positionV>
                <wp:extent cx="409575" cy="525780"/>
                <wp:effectExtent l="38100" t="38100" r="47625" b="8382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5257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2" o:spid="_x0000_s1026" type="#_x0000_t32" style="position:absolute;margin-left:364.5pt;margin-top:166.5pt;width:32.25pt;height:41.4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0843A2" wp14:editId="22176EED">
                <wp:simplePos x="0" y="0"/>
                <wp:positionH relativeFrom="column">
                  <wp:posOffset>1885950</wp:posOffset>
                </wp:positionH>
                <wp:positionV relativeFrom="paragraph">
                  <wp:posOffset>2121535</wp:posOffset>
                </wp:positionV>
                <wp:extent cx="0" cy="187325"/>
                <wp:effectExtent l="114300" t="38100" r="76200" b="79375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1" o:spid="_x0000_s1026" type="#_x0000_t32" style="position:absolute;margin-left:148.5pt;margin-top:167.05pt;width:0;height:14.7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07421A" wp14:editId="497FCEA3">
                <wp:simplePos x="0" y="0"/>
                <wp:positionH relativeFrom="column">
                  <wp:posOffset>6092190</wp:posOffset>
                </wp:positionH>
                <wp:positionV relativeFrom="paragraph">
                  <wp:posOffset>2194560</wp:posOffset>
                </wp:positionV>
                <wp:extent cx="68580" cy="343536"/>
                <wp:effectExtent l="95250" t="38100" r="83820" b="75565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80" cy="3435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0" o:spid="_x0000_s1026" type="#_x0000_t32" style="position:absolute;margin-left:479.7pt;margin-top:172.8pt;width:5.4pt;height:27.05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C7C4FA" wp14:editId="2EDC9B4A">
                <wp:simplePos x="0" y="0"/>
                <wp:positionH relativeFrom="column">
                  <wp:posOffset>4000500</wp:posOffset>
                </wp:positionH>
                <wp:positionV relativeFrom="paragraph">
                  <wp:posOffset>3509010</wp:posOffset>
                </wp:positionV>
                <wp:extent cx="1634490" cy="640080"/>
                <wp:effectExtent l="38100" t="57150" r="0" b="8382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4490" cy="640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315pt;margin-top:276.3pt;width:128.7pt;height:50.4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3E3215" wp14:editId="4D14456A">
                <wp:simplePos x="0" y="0"/>
                <wp:positionH relativeFrom="column">
                  <wp:posOffset>2034540</wp:posOffset>
                </wp:positionH>
                <wp:positionV relativeFrom="paragraph">
                  <wp:posOffset>4732020</wp:posOffset>
                </wp:positionV>
                <wp:extent cx="365760" cy="125730"/>
                <wp:effectExtent l="38100" t="57150" r="0" b="8382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5760" cy="1257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7" o:spid="_x0000_s1026" type="#_x0000_t32" style="position:absolute;margin-left:160.2pt;margin-top:372.6pt;width:28.8pt;height:9.9p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B7E208" wp14:editId="3266FD50">
                <wp:simplePos x="0" y="0"/>
                <wp:positionH relativeFrom="column">
                  <wp:posOffset>4876165</wp:posOffset>
                </wp:positionH>
                <wp:positionV relativeFrom="paragraph">
                  <wp:posOffset>537210</wp:posOffset>
                </wp:positionV>
                <wp:extent cx="427355" cy="22860"/>
                <wp:effectExtent l="57150" t="76200" r="0" b="12954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7355" cy="22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6" o:spid="_x0000_s1026" type="#_x0000_t32" style="position:absolute;margin-left:383.95pt;margin-top:42.3pt;width:33.65pt;height:1.8pt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F0AC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10A694" wp14:editId="7DD33E4C">
                <wp:simplePos x="0" y="0"/>
                <wp:positionH relativeFrom="column">
                  <wp:posOffset>5303520</wp:posOffset>
                </wp:positionH>
                <wp:positionV relativeFrom="paragraph">
                  <wp:posOffset>560070</wp:posOffset>
                </wp:positionV>
                <wp:extent cx="2820690" cy="3771900"/>
                <wp:effectExtent l="38100" t="38100" r="74930" b="95250"/>
                <wp:wrapNone/>
                <wp:docPr id="45" name="Freeform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0690" cy="3771900"/>
                        </a:xfrm>
                        <a:custGeom>
                          <a:avLst/>
                          <a:gdLst>
                            <a:gd name="connsiteX0" fmla="*/ 1223010 w 2820690"/>
                            <a:gd name="connsiteY0" fmla="*/ 3771900 h 3771900"/>
                            <a:gd name="connsiteX1" fmla="*/ 2548890 w 2820690"/>
                            <a:gd name="connsiteY1" fmla="*/ 2457450 h 3771900"/>
                            <a:gd name="connsiteX2" fmla="*/ 2731770 w 2820690"/>
                            <a:gd name="connsiteY2" fmla="*/ 857250 h 3771900"/>
                            <a:gd name="connsiteX3" fmla="*/ 1463040 w 2820690"/>
                            <a:gd name="connsiteY3" fmla="*/ 160020 h 3771900"/>
                            <a:gd name="connsiteX4" fmla="*/ 0 w 2820690"/>
                            <a:gd name="connsiteY4" fmla="*/ 0 h 3771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20690" h="3771900">
                              <a:moveTo>
                                <a:pt x="1223010" y="3771900"/>
                              </a:moveTo>
                              <a:cubicBezTo>
                                <a:pt x="1760220" y="3357562"/>
                                <a:pt x="2297430" y="2943225"/>
                                <a:pt x="2548890" y="2457450"/>
                              </a:cubicBezTo>
                              <a:cubicBezTo>
                                <a:pt x="2800350" y="1971675"/>
                                <a:pt x="2912745" y="1240155"/>
                                <a:pt x="2731770" y="857250"/>
                              </a:cubicBezTo>
                              <a:cubicBezTo>
                                <a:pt x="2550795" y="474345"/>
                                <a:pt x="1918335" y="302895"/>
                                <a:pt x="1463040" y="160020"/>
                              </a:cubicBezTo>
                              <a:cubicBezTo>
                                <a:pt x="1007745" y="17145"/>
                                <a:pt x="503872" y="8572"/>
                                <a:pt x="0" y="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5" o:spid="_x0000_s1026" style="position:absolute;margin-left:417.6pt;margin-top:44.1pt;width:222.1pt;height:297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20690,377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" path="m1223010,3771900c1760220,3357562,2297430,2943225,2548890,2457450,2800350,1971675,2912745,1240155,2731770,857250,2550795,474345,1918335,302895,1463040,160020,1007745,17145,503872,8572,,e" filled="f" strokecolor="black [3200]" strokeweight="2pt">
                <v:shadow on="t" color="black" opacity="24903f" origin=",.5" offset="0,.55556mm"/>
                <v:path arrowok="t" o:connecttype="custom" o:connectlocs="1223010,3771900;2548890,2457450;2731770,857250;1463040,160020;0,0" o:connectangles="0,0,0,0,0"/>
              </v:shape>
            </w:pict>
          </mc:Fallback>
        </mc:AlternateContent>
      </w:r>
      <w:r w:rsidR="0089632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09F534" wp14:editId="15108EA8">
                <wp:simplePos x="0" y="0"/>
                <wp:positionH relativeFrom="column">
                  <wp:posOffset>4343400</wp:posOffset>
                </wp:positionH>
                <wp:positionV relativeFrom="paragraph">
                  <wp:posOffset>1097280</wp:posOffset>
                </wp:positionV>
                <wp:extent cx="0" cy="434340"/>
                <wp:effectExtent l="114300" t="38100" r="76200" b="8001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4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342pt;margin-top:86.4pt;width:0;height:34.2pt;flip:y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9632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3D7070" wp14:editId="4B0F5560">
                <wp:simplePos x="0" y="0"/>
                <wp:positionH relativeFrom="column">
                  <wp:posOffset>4343400</wp:posOffset>
                </wp:positionH>
                <wp:positionV relativeFrom="paragraph">
                  <wp:posOffset>1474470</wp:posOffset>
                </wp:positionV>
                <wp:extent cx="1376680" cy="1291590"/>
                <wp:effectExtent l="57150" t="19050" r="52070" b="99060"/>
                <wp:wrapNone/>
                <wp:docPr id="40" name="Freefor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680" cy="1291590"/>
                        </a:xfrm>
                        <a:custGeom>
                          <a:avLst/>
                          <a:gdLst>
                            <a:gd name="connsiteX0" fmla="*/ 1525535 w 1525535"/>
                            <a:gd name="connsiteY0" fmla="*/ 1565910 h 1565910"/>
                            <a:gd name="connsiteX1" fmla="*/ 233945 w 1525535"/>
                            <a:gd name="connsiteY1" fmla="*/ 685800 h 1565910"/>
                            <a:gd name="connsiteX2" fmla="*/ 5345 w 1525535"/>
                            <a:gd name="connsiteY2" fmla="*/ 0 h 15659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525535" h="1565910">
                              <a:moveTo>
                                <a:pt x="1525535" y="1565910"/>
                              </a:moveTo>
                              <a:cubicBezTo>
                                <a:pt x="1006422" y="1256347"/>
                                <a:pt x="487310" y="946785"/>
                                <a:pt x="233945" y="685800"/>
                              </a:cubicBezTo>
                              <a:cubicBezTo>
                                <a:pt x="-19420" y="424815"/>
                                <a:pt x="-7038" y="212407"/>
                                <a:pt x="5345" y="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40" o:spid="_x0000_s1026" style="position:absolute;margin-left:342pt;margin-top:116.1pt;width:108.4pt;height:10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5535,156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" path="m1525535,1565910c1006422,1256347,487310,946785,233945,685800,-19420,424815,-7038,212407,5345,e" filled="f" strokecolor="black [3200]" strokeweight="2pt">
                <v:shadow on="t" color="black" opacity="24903f" origin=",.5" offset="0,.55556mm"/>
                <v:path arrowok="t" o:connecttype="custom" o:connectlocs="1376680,1291590;211118,565660;4823,0" o:connectangles="0,0,0"/>
              </v:shape>
            </w:pict>
          </mc:Fallback>
        </mc:AlternateContent>
      </w:r>
      <w:r w:rsidR="0089632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4B11CD" wp14:editId="28F6BBB8">
                <wp:simplePos x="0" y="0"/>
                <wp:positionH relativeFrom="column">
                  <wp:posOffset>4160520</wp:posOffset>
                </wp:positionH>
                <wp:positionV relativeFrom="paragraph">
                  <wp:posOffset>1108075</wp:posOffset>
                </wp:positionV>
                <wp:extent cx="0" cy="1429385"/>
                <wp:effectExtent l="114300" t="38100" r="76200" b="7556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29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327.6pt;margin-top:87.25pt;width:0;height:112.5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9632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8C37F2" wp14:editId="4A4AF7EF">
                <wp:simplePos x="0" y="0"/>
                <wp:positionH relativeFrom="column">
                  <wp:posOffset>4000500</wp:posOffset>
                </wp:positionH>
                <wp:positionV relativeFrom="paragraph">
                  <wp:posOffset>1097280</wp:posOffset>
                </wp:positionV>
                <wp:extent cx="0" cy="571500"/>
                <wp:effectExtent l="114300" t="38100" r="76200" b="762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315pt;margin-top:86.4pt;width:0;height:4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9632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166E6E" wp14:editId="2C974D4D">
                <wp:simplePos x="0" y="0"/>
                <wp:positionH relativeFrom="column">
                  <wp:posOffset>2400300</wp:posOffset>
                </wp:positionH>
                <wp:positionV relativeFrom="paragraph">
                  <wp:posOffset>1611630</wp:posOffset>
                </wp:positionV>
                <wp:extent cx="1600200" cy="903605"/>
                <wp:effectExtent l="38100" t="19050" r="76200" b="86995"/>
                <wp:wrapNone/>
                <wp:docPr id="23" name="Freefor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03605"/>
                        </a:xfrm>
                        <a:custGeom>
                          <a:avLst/>
                          <a:gdLst>
                            <a:gd name="connsiteX0" fmla="*/ 0 w 1772849"/>
                            <a:gd name="connsiteY0" fmla="*/ 1417320 h 1417320"/>
                            <a:gd name="connsiteX1" fmla="*/ 1485900 w 1772849"/>
                            <a:gd name="connsiteY1" fmla="*/ 582930 h 1417320"/>
                            <a:gd name="connsiteX2" fmla="*/ 1771650 w 1772849"/>
                            <a:gd name="connsiteY2" fmla="*/ 0 h 14173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72849" h="1417320">
                              <a:moveTo>
                                <a:pt x="0" y="1417320"/>
                              </a:moveTo>
                              <a:cubicBezTo>
                                <a:pt x="595312" y="1118235"/>
                                <a:pt x="1190625" y="819150"/>
                                <a:pt x="1485900" y="582930"/>
                              </a:cubicBezTo>
                              <a:cubicBezTo>
                                <a:pt x="1781175" y="346710"/>
                                <a:pt x="1776412" y="173355"/>
                                <a:pt x="1771650" y="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3" o:spid="_x0000_s1026" style="position:absolute;margin-left:189pt;margin-top:126.9pt;width:126pt;height:71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2849,141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" path="m,1417320c595312,1118235,1190625,819150,1485900,582930,1781175,346710,1776412,173355,1771650,e" filled="f" strokecolor="black [3200]" strokeweight="2pt">
                <v:shadow on="t" color="black" opacity="24903f" origin=",.5" offset="0,.55556mm"/>
                <v:path arrowok="t" o:connecttype="custom" o:connectlocs="0,903605;1341196,371644;1599118,0" o:connectangles="0,0,0"/>
              </v:shape>
            </w:pict>
          </mc:Fallback>
        </mc:AlternateContent>
      </w:r>
      <w:r w:rsidR="009151D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7D468F" wp14:editId="3808AFA5">
                <wp:simplePos x="0" y="0"/>
                <wp:positionH relativeFrom="column">
                  <wp:posOffset>4777740</wp:posOffset>
                </wp:positionH>
                <wp:positionV relativeFrom="paragraph">
                  <wp:posOffset>697230</wp:posOffset>
                </wp:positionV>
                <wp:extent cx="260986" cy="274320"/>
                <wp:effectExtent l="57150" t="38100" r="62865" b="8763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0986" cy="274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376.2pt;margin-top:54.9pt;width:20.55pt;height:21.6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151D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4722A9" wp14:editId="04097F72">
                <wp:simplePos x="0" y="0"/>
                <wp:positionH relativeFrom="column">
                  <wp:posOffset>2823210</wp:posOffset>
                </wp:positionH>
                <wp:positionV relativeFrom="paragraph">
                  <wp:posOffset>628650</wp:posOffset>
                </wp:positionV>
                <wp:extent cx="491490" cy="205740"/>
                <wp:effectExtent l="38100" t="38100" r="60960" b="8001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1490" cy="2057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3" o:spid="_x0000_s1026" type="#_x0000_t32" style="position:absolute;margin-left:222.3pt;margin-top:49.5pt;width:38.7pt;height:16.2pt;flip:y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151D6">
        <w:rPr>
          <w:noProof/>
        </w:rPr>
        <w:drawing>
          <wp:anchor distT="0" distB="0" distL="114300" distR="114300" simplePos="0" relativeHeight="251680768" behindDoc="0" locked="0" layoutInCell="1" allowOverlap="1" wp14:anchorId="7B6AE7EA" wp14:editId="4F50025B">
            <wp:simplePos x="0" y="0"/>
            <wp:positionH relativeFrom="column">
              <wp:posOffset>5280660</wp:posOffset>
            </wp:positionH>
            <wp:positionV relativeFrom="paragraph">
              <wp:posOffset>4672965</wp:posOffset>
            </wp:positionV>
            <wp:extent cx="937260" cy="626745"/>
            <wp:effectExtent l="19050" t="0" r="15240" b="230505"/>
            <wp:wrapNone/>
            <wp:docPr id="19" name="Picture 19" descr="http://en.es-static.us/upl/2012/03/seawee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n.es-static.us/upl/2012/03/seaweed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62674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1D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772AC2" wp14:editId="35B03C2E">
                <wp:simplePos x="0" y="0"/>
                <wp:positionH relativeFrom="column">
                  <wp:posOffset>4526280</wp:posOffset>
                </wp:positionH>
                <wp:positionV relativeFrom="paragraph">
                  <wp:posOffset>4149090</wp:posOffset>
                </wp:positionV>
                <wp:extent cx="2381885" cy="1268730"/>
                <wp:effectExtent l="0" t="0" r="18415" b="26670"/>
                <wp:wrapNone/>
                <wp:docPr id="5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885" cy="1268730"/>
                        </a:xfrm>
                        <a:prstGeom prst="ellips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2">
                          <a:schemeClr val="dk2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B41D7E" w:rsidRPr="00FB104C" w:rsidRDefault="00B41D7E" w:rsidP="00B07B82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FB104C">
                              <w:rPr>
                                <w:rFonts w:ascii="Arial Black" w:hAnsi="Arial Black"/>
                              </w:rPr>
                              <w:t>Seaweed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356.4pt;margin-top:326.7pt;width:187.55pt;height:9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" fillcolor="#8db3e2 [1298]">
                <v:fill color2="#060e18 [642]" rotate="t" focusposition=".5,-52429f" focussize="" colors="0 #bec9e5;26214f #b4c1e1;1 #001a5e" focus="100%" type="gradientRadial"/>
                <v:textbox>
                  <w:txbxContent>
                    <w:p w:rsidR="00B41D7E" w:rsidRPr="00FB104C" w:rsidRDefault="00B41D7E" w:rsidP="00B07B82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FB104C">
                        <w:rPr>
                          <w:rFonts w:ascii="Arial Black" w:hAnsi="Arial Black"/>
                        </w:rPr>
                        <w:t>Seaweed</w:t>
                      </w:r>
                    </w:p>
                  </w:txbxContent>
                </v:textbox>
              </v:oval>
            </w:pict>
          </mc:Fallback>
        </mc:AlternateContent>
      </w:r>
      <w:r w:rsidR="009151D6">
        <w:rPr>
          <w:noProof/>
        </w:rPr>
        <w:drawing>
          <wp:anchor distT="0" distB="0" distL="114300" distR="114300" simplePos="0" relativeHeight="251677696" behindDoc="0" locked="0" layoutInCell="1" allowOverlap="1" wp14:anchorId="4501732C" wp14:editId="63AC3D3E">
            <wp:simplePos x="0" y="0"/>
            <wp:positionH relativeFrom="column">
              <wp:posOffset>5465445</wp:posOffset>
            </wp:positionH>
            <wp:positionV relativeFrom="paragraph">
              <wp:posOffset>2699165</wp:posOffset>
            </wp:positionV>
            <wp:extent cx="1602740" cy="1062990"/>
            <wp:effectExtent l="0" t="0" r="0" b="0"/>
            <wp:wrapNone/>
            <wp:docPr id="15" name="Picture 15" descr="http://www.antarctica.gov.au/__data/assets/image/0010/29098/varieties/pop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ntarctica.gov.au/__data/assets/image/0010/29098/varieties/popu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1D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B660B1" wp14:editId="2CA85918">
                <wp:simplePos x="0" y="0"/>
                <wp:positionH relativeFrom="column">
                  <wp:posOffset>988695</wp:posOffset>
                </wp:positionH>
                <wp:positionV relativeFrom="paragraph">
                  <wp:posOffset>699770</wp:posOffset>
                </wp:positionV>
                <wp:extent cx="2370455" cy="1412875"/>
                <wp:effectExtent l="57150" t="19050" r="67945" b="92075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0455" cy="141287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1D7E" w:rsidRPr="00B07B82" w:rsidRDefault="00B41D7E" w:rsidP="00097B7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Yellowfin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 xml:space="preserve"> Tuna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margin-left:77.85pt;margin-top:55.1pt;width:186.65pt;height:1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41D7E" w:rsidRPr="00B07B82" w:rsidRDefault="00B41D7E" w:rsidP="00097B7D">
                      <w:pPr>
                        <w:jc w:val="center"/>
                      </w:pPr>
                      <w:proofErr w:type="spellStart"/>
                      <w:r>
                        <w:rPr>
                          <w:rFonts w:ascii="Arial Black" w:hAnsi="Arial Black"/>
                        </w:rPr>
                        <w:t>Yellowfin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 xml:space="preserve"> Tuna</w:t>
                      </w:r>
                    </w:p>
                  </w:txbxContent>
                </v:textbox>
              </v:oval>
            </w:pict>
          </mc:Fallback>
        </mc:AlternateContent>
      </w:r>
      <w:r w:rsidR="009151D6">
        <w:rPr>
          <w:noProof/>
        </w:rPr>
        <w:drawing>
          <wp:anchor distT="0" distB="0" distL="114300" distR="114300" simplePos="0" relativeHeight="251674624" behindDoc="0" locked="0" layoutInCell="1" allowOverlap="1" wp14:anchorId="516EABAF" wp14:editId="1DBD3ABC">
            <wp:simplePos x="0" y="0"/>
            <wp:positionH relativeFrom="column">
              <wp:posOffset>1383030</wp:posOffset>
            </wp:positionH>
            <wp:positionV relativeFrom="paragraph">
              <wp:posOffset>975995</wp:posOffset>
            </wp:positionV>
            <wp:extent cx="1714500" cy="1138437"/>
            <wp:effectExtent l="0" t="0" r="0" b="0"/>
            <wp:wrapNone/>
            <wp:docPr id="12" name="Picture 12" descr="http://www.atlantictaxidermy.com/images/fish-mounts/yellowf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tlantictaxidermy.com/images/fish-mounts/yellowfi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8947" b="900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38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1D6">
        <w:rPr>
          <w:noProof/>
        </w:rPr>
        <w:drawing>
          <wp:anchor distT="0" distB="0" distL="114300" distR="114300" simplePos="0" relativeHeight="251678720" behindDoc="0" locked="0" layoutInCell="1" allowOverlap="1" wp14:anchorId="7F82EFD2" wp14:editId="5D374DF6">
            <wp:simplePos x="0" y="0"/>
            <wp:positionH relativeFrom="column">
              <wp:posOffset>2678430</wp:posOffset>
            </wp:positionH>
            <wp:positionV relativeFrom="paragraph">
              <wp:posOffset>4014470</wp:posOffset>
            </wp:positionV>
            <wp:extent cx="1183640" cy="1211580"/>
            <wp:effectExtent l="0" t="0" r="0" b="0"/>
            <wp:wrapNone/>
            <wp:docPr id="17" name="Picture 17" descr="http://img.poptower.com/pic-14609/plankton-spongebob.jpg?d=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poptower.com/pic-14609/plankton-spongebob.jpg?d=60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885" b="92788" l="1478" r="90148">
                                  <a14:foregroundMark x1="29064" y1="36538" x2="29064" y2="36538"/>
                                  <a14:foregroundMark x1="52217" y1="87500" x2="52217" y2="87500"/>
                                  <a14:backgroundMark x1="41872" y1="51923" x2="41872" y2="5192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69895">
                      <a:off x="0" y="0"/>
                      <a:ext cx="118364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C5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B6CE2E" wp14:editId="59107F32">
                <wp:simplePos x="0" y="0"/>
                <wp:positionH relativeFrom="column">
                  <wp:posOffset>3703320</wp:posOffset>
                </wp:positionH>
                <wp:positionV relativeFrom="paragraph">
                  <wp:posOffset>457200</wp:posOffset>
                </wp:positionV>
                <wp:extent cx="194310" cy="148590"/>
                <wp:effectExtent l="0" t="0" r="34290" b="2286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4310" cy="1485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6pt,36pt" to="306.9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" strokecolor="black [3213]"/>
            </w:pict>
          </mc:Fallback>
        </mc:AlternateContent>
      </w:r>
      <w:r w:rsidR="005D5C5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EC7BC0" wp14:editId="535465BE">
                <wp:simplePos x="0" y="0"/>
                <wp:positionH relativeFrom="column">
                  <wp:posOffset>4251960</wp:posOffset>
                </wp:positionH>
                <wp:positionV relativeFrom="paragraph">
                  <wp:posOffset>457200</wp:posOffset>
                </wp:positionV>
                <wp:extent cx="0" cy="194310"/>
                <wp:effectExtent l="0" t="0" r="19050" b="1524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43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8pt,36pt" to="334.8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" strokecolor="black [3213]"/>
            </w:pict>
          </mc:Fallback>
        </mc:AlternateContent>
      </w:r>
      <w:r w:rsidR="005D5C5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D00090" wp14:editId="31B28CA6">
                <wp:simplePos x="0" y="0"/>
                <wp:positionH relativeFrom="column">
                  <wp:posOffset>4061460</wp:posOffset>
                </wp:positionH>
                <wp:positionV relativeFrom="paragraph">
                  <wp:posOffset>541020</wp:posOffset>
                </wp:positionV>
                <wp:extent cx="194310" cy="148590"/>
                <wp:effectExtent l="0" t="0" r="34290" b="2286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4310" cy="1485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8pt,42.6pt" to="335.1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" strokecolor="black [3213]"/>
            </w:pict>
          </mc:Fallback>
        </mc:AlternateContent>
      </w:r>
      <w:r w:rsidR="005D5C5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CA8B35" wp14:editId="5A4B2DFE">
                <wp:simplePos x="0" y="0"/>
                <wp:positionH relativeFrom="column">
                  <wp:posOffset>4057650</wp:posOffset>
                </wp:positionH>
                <wp:positionV relativeFrom="paragraph">
                  <wp:posOffset>434340</wp:posOffset>
                </wp:positionV>
                <wp:extent cx="0" cy="445770"/>
                <wp:effectExtent l="19050" t="0" r="38100" b="1143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77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9.5pt,34.2pt" to="319.5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" strokecolor="black [3213]" strokeweight="4.5pt"/>
            </w:pict>
          </mc:Fallback>
        </mc:AlternateContent>
      </w:r>
      <w:r w:rsidR="005D5C5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305CE4" wp14:editId="076854B9">
                <wp:simplePos x="0" y="0"/>
                <wp:positionH relativeFrom="column">
                  <wp:posOffset>3851910</wp:posOffset>
                </wp:positionH>
                <wp:positionV relativeFrom="paragraph">
                  <wp:posOffset>57150</wp:posOffset>
                </wp:positionV>
                <wp:extent cx="388620" cy="388620"/>
                <wp:effectExtent l="0" t="0" r="11430" b="1143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3886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303.3pt;margin-top:4.5pt;width:30.6pt;height:3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" filled="f" strokecolor="black [3213]" strokeweight="2pt"/>
            </w:pict>
          </mc:Fallback>
        </mc:AlternateContent>
      </w:r>
      <w:r w:rsidR="005D5C5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86F208" wp14:editId="7BFFF8EA">
                <wp:simplePos x="0" y="0"/>
                <wp:positionH relativeFrom="column">
                  <wp:posOffset>3897630</wp:posOffset>
                </wp:positionH>
                <wp:positionV relativeFrom="paragraph">
                  <wp:posOffset>537210</wp:posOffset>
                </wp:positionV>
                <wp:extent cx="148590" cy="68580"/>
                <wp:effectExtent l="0" t="0" r="22860" b="2667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" cy="685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9pt,42.3pt" to="318.6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" strokecolor="black [3213]"/>
            </w:pict>
          </mc:Fallback>
        </mc:AlternateContent>
      </w:r>
      <w:r w:rsidR="005D5C57">
        <w:rPr>
          <w:noProof/>
        </w:rPr>
        <w:drawing>
          <wp:anchor distT="0" distB="0" distL="114300" distR="114300" simplePos="0" relativeHeight="251691008" behindDoc="1" locked="0" layoutInCell="1" allowOverlap="1" wp14:anchorId="25FD2B4F" wp14:editId="7C734ABD">
            <wp:simplePos x="0" y="0"/>
            <wp:positionH relativeFrom="column">
              <wp:posOffset>3553460</wp:posOffset>
            </wp:positionH>
            <wp:positionV relativeFrom="paragraph">
              <wp:posOffset>-78105</wp:posOffset>
            </wp:positionV>
            <wp:extent cx="914400" cy="914400"/>
            <wp:effectExtent l="0" t="0" r="0" b="0"/>
            <wp:wrapTight wrapText="bothSides">
              <wp:wrapPolygon edited="0">
                <wp:start x="6750" y="0"/>
                <wp:lineTo x="4050" y="1350"/>
                <wp:lineTo x="0" y="5400"/>
                <wp:lineTo x="0" y="16200"/>
                <wp:lineTo x="5850" y="21150"/>
                <wp:lineTo x="8100" y="21150"/>
                <wp:lineTo x="13050" y="21150"/>
                <wp:lineTo x="14850" y="21150"/>
                <wp:lineTo x="21150" y="15750"/>
                <wp:lineTo x="21150" y="5850"/>
                <wp:lineTo x="17100" y="1350"/>
                <wp:lineTo x="13950" y="0"/>
                <wp:lineTo x="6750" y="0"/>
              </wp:wrapPolygon>
            </wp:wrapTight>
            <wp:docPr id="31" name="Picture 31" descr="C:\Users\ncarozza\AppData\Local\Microsoft\Windows\Temporary Internet Files\Content.IE5\3BJ89CLN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carozza\AppData\Local\Microsoft\Windows\Temporary Internet Files\Content.IE5\3BJ89CLN\MC900423169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C57"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6E073B14" wp14:editId="26726960">
                <wp:simplePos x="0" y="0"/>
                <wp:positionH relativeFrom="column">
                  <wp:posOffset>3235325</wp:posOffset>
                </wp:positionH>
                <wp:positionV relativeFrom="paragraph">
                  <wp:posOffset>-429895</wp:posOffset>
                </wp:positionV>
                <wp:extent cx="1641475" cy="1542415"/>
                <wp:effectExtent l="57150" t="38100" r="73025" b="114935"/>
                <wp:wrapNone/>
                <wp:docPr id="1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1475" cy="154241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1D7E" w:rsidRPr="00362CA0" w:rsidRDefault="00B41D7E" w:rsidP="00362CA0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Humans</w:t>
                            </w:r>
                            <w:r w:rsidR="005D5C57" w:rsidRPr="005D5C57">
                              <w:rPr>
                                <w:noProof/>
                              </w:rPr>
                              <w:drawing>
                                <wp:inline distT="0" distB="0" distL="0" distR="0" wp14:anchorId="45334358" wp14:editId="5AAB5BA3">
                                  <wp:extent cx="365760" cy="365760"/>
                                  <wp:effectExtent l="0" t="0" r="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7912" cy="3679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41D7E" w:rsidRPr="00B07B82" w:rsidRDefault="00B41D7E" w:rsidP="006543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8" style="position:absolute;margin-left:254.75pt;margin-top:-33.85pt;width:129.25pt;height:121.4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41D7E" w:rsidRPr="00362CA0" w:rsidRDefault="00B41D7E" w:rsidP="00362CA0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Humans</w:t>
                      </w:r>
                      <w:r w:rsidR="005D5C57" w:rsidRPr="005D5C57">
                        <w:rPr>
                          <w:noProof/>
                        </w:rPr>
                        <w:drawing>
                          <wp:inline distT="0" distB="0" distL="0" distR="0" wp14:anchorId="45334358" wp14:editId="5AAB5BA3">
                            <wp:extent cx="365760" cy="365760"/>
                            <wp:effectExtent l="0" t="0" r="0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7912" cy="3679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41D7E" w:rsidRPr="00B07B82" w:rsidRDefault="00B41D7E" w:rsidP="006543D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2533FF">
        <w:rPr>
          <w:noProof/>
        </w:rPr>
        <w:drawing>
          <wp:anchor distT="0" distB="0" distL="114300" distR="114300" simplePos="0" relativeHeight="251673600" behindDoc="0" locked="0" layoutInCell="1" allowOverlap="1" wp14:anchorId="0E414C23" wp14:editId="7A12A065">
            <wp:simplePos x="0" y="0"/>
            <wp:positionH relativeFrom="column">
              <wp:posOffset>4711841</wp:posOffset>
            </wp:positionH>
            <wp:positionV relativeFrom="paragraph">
              <wp:posOffset>1223010</wp:posOffset>
            </wp:positionV>
            <wp:extent cx="1951849" cy="727075"/>
            <wp:effectExtent l="0" t="0" r="0" b="0"/>
            <wp:wrapNone/>
            <wp:docPr id="9" name="Picture 9" descr="http://www.dpiw.tas.gov.au/inter-nsf/Images/ALIR-4Z2A59/$File/fish_south_bluefin_tu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piw.tas.gov.au/inter-nsf/Images/ALIR-4Z2A59/$File/fish_south_bluefin_tun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ackgroundRemoval t="0" b="1000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186" cy="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3FF">
        <w:rPr>
          <w:noProof/>
        </w:rPr>
        <w:drawing>
          <wp:anchor distT="0" distB="0" distL="114300" distR="114300" simplePos="0" relativeHeight="251676672" behindDoc="0" locked="0" layoutInCell="1" allowOverlap="1" wp14:anchorId="37A0400C" wp14:editId="19C5E1DB">
            <wp:simplePos x="0" y="0"/>
            <wp:positionH relativeFrom="column">
              <wp:posOffset>3319145</wp:posOffset>
            </wp:positionH>
            <wp:positionV relativeFrom="paragraph">
              <wp:posOffset>2777490</wp:posOffset>
            </wp:positionV>
            <wp:extent cx="1634490" cy="741045"/>
            <wp:effectExtent l="0" t="0" r="3810" b="0"/>
            <wp:wrapNone/>
            <wp:docPr id="14" name="Picture 14" descr="http://www.kingsailfishmounts.com/Mackerel-Spanish-mounts-c-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ngsailfishmounts.com/Mackerel-Spanish-mounts-c-5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ackgroundRemoval t="7407" b="95556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49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006">
        <w:rPr>
          <w:noProof/>
        </w:rPr>
        <w:drawing>
          <wp:anchor distT="0" distB="0" distL="114300" distR="114300" simplePos="0" relativeHeight="251678207" behindDoc="0" locked="0" layoutInCell="1" allowOverlap="1" wp14:anchorId="57764BB3" wp14:editId="7042F441">
            <wp:simplePos x="0" y="0"/>
            <wp:positionH relativeFrom="column">
              <wp:posOffset>998008</wp:posOffset>
            </wp:positionH>
            <wp:positionV relativeFrom="paragraph">
              <wp:posOffset>2537460</wp:posOffset>
            </wp:positionV>
            <wp:extent cx="1493732" cy="1119187"/>
            <wp:effectExtent l="0" t="0" r="0" b="5080"/>
            <wp:wrapNone/>
            <wp:docPr id="18" name="Picture 18" descr="http://media.giantbomb.com/uploads/1/16819/533753-squidward_tantacle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.giantbomb.com/uploads/1/16819/533753-squidward_tantacles_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9091" b="100000" l="2979" r="97447">
                                  <a14:backgroundMark x1="90213" y1="62500" x2="90213" y2="62500"/>
                                  <a14:backgroundMark x1="72766" y1="52273" x2="72766" y2="52273"/>
                                  <a14:backgroundMark x1="83404" y1="50000" x2="83404" y2="50000"/>
                                  <a14:backgroundMark x1="86809" y1="38068" x2="86809" y2="38068"/>
                                  <a14:backgroundMark x1="69362" y1="40909" x2="69362" y2="40909"/>
                                  <a14:backgroundMark x1="83404" y1="56818" x2="83404" y2="5681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118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D7E">
        <w:rPr>
          <w:noProof/>
        </w:rPr>
        <w:drawing>
          <wp:anchor distT="0" distB="0" distL="114300" distR="114300" simplePos="0" relativeHeight="251681792" behindDoc="0" locked="0" layoutInCell="1" allowOverlap="1" wp14:anchorId="53A166D6" wp14:editId="71F2F814">
            <wp:simplePos x="0" y="0"/>
            <wp:positionH relativeFrom="column">
              <wp:posOffset>493416</wp:posOffset>
            </wp:positionH>
            <wp:positionV relativeFrom="paragraph">
              <wp:posOffset>4853940</wp:posOffset>
            </wp:positionV>
            <wp:extent cx="880110" cy="870585"/>
            <wp:effectExtent l="19050" t="0" r="15240" b="310515"/>
            <wp:wrapNone/>
            <wp:docPr id="20" name="Picture 20" descr="http://www.biologie.uni-hamburg.de/b-online/library/webb/BOT311/Cyanobacteria/CyanoHyellaStella300C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iologie.uni-hamburg.de/b-online/library/webb/BOT311/Cyanobacteria/CyanoHyellaStella300Crop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87058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D7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241D64" wp14:editId="31883E33">
                <wp:simplePos x="0" y="0"/>
                <wp:positionH relativeFrom="column">
                  <wp:posOffset>-262890</wp:posOffset>
                </wp:positionH>
                <wp:positionV relativeFrom="paragraph">
                  <wp:posOffset>4389120</wp:posOffset>
                </wp:positionV>
                <wp:extent cx="2381885" cy="1440180"/>
                <wp:effectExtent l="38100" t="38100" r="75565" b="102870"/>
                <wp:wrapNone/>
                <wp:docPr id="7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885" cy="144018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D7E" w:rsidRPr="00B507DA" w:rsidRDefault="00B41D7E" w:rsidP="00BA6347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Cyanobacteria</w:t>
                            </w:r>
                          </w:p>
                          <w:p w:rsidR="00B41D7E" w:rsidRDefault="00B41D7E" w:rsidP="00362C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7" style="position:absolute;margin-left:-20.7pt;margin-top:345.6pt;width:187.55pt;height:1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41D7E" w:rsidRPr="00B507DA" w:rsidRDefault="00B41D7E" w:rsidP="00BA6347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Cyanobacteria</w:t>
                      </w:r>
                    </w:p>
                    <w:p w:rsidR="00B41D7E" w:rsidRDefault="00B41D7E" w:rsidP="00362CA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9354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C6FF32" wp14:editId="373904BF">
                <wp:simplePos x="0" y="0"/>
                <wp:positionH relativeFrom="column">
                  <wp:posOffset>2329180</wp:posOffset>
                </wp:positionH>
                <wp:positionV relativeFrom="paragraph">
                  <wp:posOffset>3656965</wp:posOffset>
                </wp:positionV>
                <wp:extent cx="1674495" cy="1529080"/>
                <wp:effectExtent l="0" t="0" r="20955" b="13970"/>
                <wp:wrapNone/>
                <wp:docPr id="6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4495" cy="1529080"/>
                        </a:xfrm>
                        <a:prstGeom prst="ellips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2">
                          <a:schemeClr val="dk2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B41D7E" w:rsidRDefault="009151D6" w:rsidP="00B07B82">
                            <w:pPr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</w:rPr>
                              <w:t>Zoop</w:t>
                            </w:r>
                            <w:r w:rsidR="00B41D7E">
                              <w:rPr>
                                <w:rFonts w:ascii="Arial Black" w:hAnsi="Arial Black"/>
                              </w:rPr>
                              <w:t>lankton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0" style="position:absolute;margin-left:183.4pt;margin-top:287.95pt;width:131.85pt;height:1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" fillcolor="#8db3e2 [1298]">
                <v:fill color2="#060e18 [642]" rotate="t" focusposition=".5,-52429f" focussize="" colors="0 #bec9e5;26214f #b4c1e1;1 #001a5e" focus="100%" type="gradientRadial"/>
                <v:textbox>
                  <w:txbxContent>
                    <w:p w:rsidR="00B41D7E" w:rsidRDefault="009151D6" w:rsidP="00B07B82">
                      <w:pPr>
                        <w:jc w:val="center"/>
                      </w:pPr>
                      <w:r>
                        <w:rPr>
                          <w:rFonts w:ascii="Arial Black" w:hAnsi="Arial Black"/>
                        </w:rPr>
                        <w:t>Zoop</w:t>
                      </w:r>
                      <w:r w:rsidR="00B41D7E">
                        <w:rPr>
                          <w:rFonts w:ascii="Arial Black" w:hAnsi="Arial Black"/>
                        </w:rPr>
                        <w:t>lankton</w:t>
                      </w:r>
                    </w:p>
                  </w:txbxContent>
                </v:textbox>
              </v:oval>
            </w:pict>
          </mc:Fallback>
        </mc:AlternateContent>
      </w:r>
      <w:r w:rsidR="00C9354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7D63A" wp14:editId="0D622373">
                <wp:simplePos x="0" y="0"/>
                <wp:positionH relativeFrom="column">
                  <wp:posOffset>5532120</wp:posOffset>
                </wp:positionH>
                <wp:positionV relativeFrom="paragraph">
                  <wp:posOffset>2533015</wp:posOffset>
                </wp:positionV>
                <wp:extent cx="1414145" cy="1306830"/>
                <wp:effectExtent l="57150" t="19050" r="71755" b="102870"/>
                <wp:wrapNone/>
                <wp:docPr id="4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30683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1D7E" w:rsidRPr="00C94E3C" w:rsidRDefault="00B41D7E" w:rsidP="00C94E3C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Krill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31" style="position:absolute;margin-left:435.6pt;margin-top:199.45pt;width:111.35pt;height:102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41D7E" w:rsidRPr="00C94E3C" w:rsidRDefault="00B41D7E" w:rsidP="00C94E3C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Krill</w:t>
                      </w:r>
                    </w:p>
                  </w:txbxContent>
                </v:textbox>
              </v:oval>
            </w:pict>
          </mc:Fallback>
        </mc:AlternateContent>
      </w:r>
      <w:r w:rsidR="00E4715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F6A4FC" wp14:editId="7923FF7B">
                <wp:simplePos x="0" y="0"/>
                <wp:positionH relativeFrom="column">
                  <wp:posOffset>3132455</wp:posOffset>
                </wp:positionH>
                <wp:positionV relativeFrom="paragraph">
                  <wp:posOffset>2534285</wp:posOffset>
                </wp:positionV>
                <wp:extent cx="1906905" cy="1112520"/>
                <wp:effectExtent l="57150" t="19050" r="74295" b="87630"/>
                <wp:wrapNone/>
                <wp:docPr id="10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111252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1D7E" w:rsidRPr="00FB104C" w:rsidRDefault="00B41D7E" w:rsidP="00B507DA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FB104C">
                              <w:rPr>
                                <w:rFonts w:ascii="Arial Black" w:hAnsi="Arial Black"/>
                              </w:rPr>
                              <w:t>Mackerel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32" style="position:absolute;margin-left:246.65pt;margin-top:199.55pt;width:150.15pt;height:8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41D7E" w:rsidRPr="00FB104C" w:rsidRDefault="00B41D7E" w:rsidP="00B507DA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FB104C">
                        <w:rPr>
                          <w:rFonts w:ascii="Arial Black" w:hAnsi="Arial Black"/>
                        </w:rPr>
                        <w:t>Mackerel</w:t>
                      </w:r>
                    </w:p>
                  </w:txbxContent>
                </v:textbox>
              </v:oval>
            </w:pict>
          </mc:Fallback>
        </mc:AlternateContent>
      </w:r>
      <w:r w:rsidR="00C925A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D0AC4" wp14:editId="1062EF6D">
                <wp:simplePos x="0" y="0"/>
                <wp:positionH relativeFrom="column">
                  <wp:posOffset>4526915</wp:posOffset>
                </wp:positionH>
                <wp:positionV relativeFrom="paragraph">
                  <wp:posOffset>839470</wp:posOffset>
                </wp:positionV>
                <wp:extent cx="2348230" cy="1355090"/>
                <wp:effectExtent l="57150" t="19050" r="71120" b="92710"/>
                <wp:wrapNone/>
                <wp:docPr id="8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8230" cy="135509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1D7E" w:rsidRDefault="00B41D7E" w:rsidP="00362CA0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Bluefin Tuna</w:t>
                            </w:r>
                          </w:p>
                          <w:p w:rsidR="00B41D7E" w:rsidRPr="00B507DA" w:rsidRDefault="00B41D7E" w:rsidP="00097B7D">
                            <w:pPr>
                              <w:rPr>
                                <w:rFonts w:ascii="Arial Black" w:hAnsi="Arial Blac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33" style="position:absolute;margin-left:356.45pt;margin-top:66.1pt;width:184.9pt;height:106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41D7E" w:rsidRDefault="00B41D7E" w:rsidP="00362CA0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Bluefin Tuna</w:t>
                      </w:r>
                    </w:p>
                    <w:p w:rsidR="00B41D7E" w:rsidRPr="00B507DA" w:rsidRDefault="00B41D7E" w:rsidP="00097B7D">
                      <w:pPr>
                        <w:rPr>
                          <w:rFonts w:ascii="Arial Black" w:hAnsi="Arial Blac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65211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87E391" wp14:editId="7E3209A3">
                <wp:simplePos x="0" y="0"/>
                <wp:positionH relativeFrom="column">
                  <wp:posOffset>5525770</wp:posOffset>
                </wp:positionH>
                <wp:positionV relativeFrom="paragraph">
                  <wp:posOffset>-789940</wp:posOffset>
                </wp:positionV>
                <wp:extent cx="3267710" cy="1134110"/>
                <wp:effectExtent l="12065" t="10795" r="6350" b="762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710" cy="1134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D7E" w:rsidRPr="00E31209" w:rsidRDefault="00B41D7E">
                            <w:pPr>
                              <w:rPr>
                                <w:rFonts w:ascii="Arial Black" w:hAnsi="Arial Black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4"/>
                                <w:szCs w:val="44"/>
                              </w:rPr>
                              <w:t>ATLANTIC MARINE FOOD WEB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4" type="#_x0000_t202" style="position:absolute;margin-left:435.1pt;margin-top:-62.2pt;width:257.3pt;height:89.3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">
                <v:textbox style="mso-fit-shape-to-text:t">
                  <w:txbxContent>
                    <w:p w:rsidR="00B41D7E" w:rsidRPr="00E31209" w:rsidRDefault="00B41D7E">
                      <w:pPr>
                        <w:rPr>
                          <w:rFonts w:ascii="Arial Black" w:hAnsi="Arial Black"/>
                          <w:sz w:val="44"/>
                          <w:szCs w:val="44"/>
                        </w:rPr>
                      </w:pPr>
                      <w:r>
                        <w:rPr>
                          <w:rFonts w:ascii="Arial Black" w:hAnsi="Arial Black"/>
                          <w:sz w:val="44"/>
                          <w:szCs w:val="44"/>
                        </w:rPr>
                        <w:t>ATLANTIC MARINE FOOD WEB</w:t>
                      </w:r>
                    </w:p>
                  </w:txbxContent>
                </v:textbox>
              </v:shape>
            </w:pict>
          </mc:Fallback>
        </mc:AlternateContent>
      </w:r>
      <w:r w:rsidR="006521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8BBDB" wp14:editId="443BB453">
                <wp:simplePos x="0" y="0"/>
                <wp:positionH relativeFrom="column">
                  <wp:posOffset>892175</wp:posOffset>
                </wp:positionH>
                <wp:positionV relativeFrom="paragraph">
                  <wp:posOffset>2299335</wp:posOffset>
                </wp:positionV>
                <wp:extent cx="1800225" cy="1448435"/>
                <wp:effectExtent l="57150" t="19050" r="85725" b="9461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144843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1D7E" w:rsidRPr="00C94E3C" w:rsidRDefault="00B41D7E" w:rsidP="00097B7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Squid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35" style="position:absolute;margin-left:70.25pt;margin-top:181.05pt;width:141.75pt;height:11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41D7E" w:rsidRPr="00C94E3C" w:rsidRDefault="00B41D7E" w:rsidP="00097B7D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Squid</w:t>
                      </w:r>
                    </w:p>
                  </w:txbxContent>
                </v:textbox>
              </v:oval>
            </w:pict>
          </mc:Fallback>
        </mc:AlternateContent>
      </w:r>
    </w:p>
    <w:sectPr w:rsidR="00E57E46" w:rsidSect="00B507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06F"/>
    <w:rsid w:val="00097B7D"/>
    <w:rsid w:val="000D206F"/>
    <w:rsid w:val="000E7F33"/>
    <w:rsid w:val="002263F1"/>
    <w:rsid w:val="002533FF"/>
    <w:rsid w:val="00362CA0"/>
    <w:rsid w:val="00367E6C"/>
    <w:rsid w:val="00443CB2"/>
    <w:rsid w:val="005D5C57"/>
    <w:rsid w:val="00652114"/>
    <w:rsid w:val="006543D0"/>
    <w:rsid w:val="007154EB"/>
    <w:rsid w:val="00716AB0"/>
    <w:rsid w:val="00723D11"/>
    <w:rsid w:val="008124E2"/>
    <w:rsid w:val="00896326"/>
    <w:rsid w:val="008C1E95"/>
    <w:rsid w:val="008E7E3C"/>
    <w:rsid w:val="008F0964"/>
    <w:rsid w:val="009151D6"/>
    <w:rsid w:val="00A00006"/>
    <w:rsid w:val="00B07B82"/>
    <w:rsid w:val="00B41D7E"/>
    <w:rsid w:val="00B507DA"/>
    <w:rsid w:val="00BA6347"/>
    <w:rsid w:val="00BB499B"/>
    <w:rsid w:val="00BD0493"/>
    <w:rsid w:val="00BF0AC2"/>
    <w:rsid w:val="00C470B3"/>
    <w:rsid w:val="00C925A0"/>
    <w:rsid w:val="00C93548"/>
    <w:rsid w:val="00C94E3C"/>
    <w:rsid w:val="00E31209"/>
    <w:rsid w:val="00E4715B"/>
    <w:rsid w:val="00E51F60"/>
    <w:rsid w:val="00E57E46"/>
    <w:rsid w:val="00F40F62"/>
    <w:rsid w:val="00F44723"/>
    <w:rsid w:val="00FB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3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C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7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7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93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3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C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7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7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93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wmf"/><Relationship Id="rId18" Type="http://schemas.microsoft.com/office/2007/relationships/hdphoto" Target="media/hdphoto5.wdp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3.png"/><Relationship Id="rId12" Type="http://schemas.microsoft.com/office/2007/relationships/hdphoto" Target="media/hdphoto3.wdp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microsoft.com/office/2007/relationships/hdphoto" Target="media/hdphoto4.wdp"/><Relationship Id="rId20" Type="http://schemas.microsoft.com/office/2007/relationships/hdphoto" Target="media/hdphoto6.wdp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microsoft.com/office/2007/relationships/hdphoto" Target="media/hdphoto2.wdp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telmac\Downloads\Food%20Web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Food Web Template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lastname, Admin</dc:creator>
  <cp:lastModifiedBy>Stelmach, Tanner</cp:lastModifiedBy>
  <cp:revision>2</cp:revision>
  <dcterms:created xsi:type="dcterms:W3CDTF">2012-05-10T17:58:00Z</dcterms:created>
  <dcterms:modified xsi:type="dcterms:W3CDTF">2012-05-10T17:58:00Z</dcterms:modified>
</cp:coreProperties>
</file>